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299" w:rsidRPr="00C573FD" w:rsidRDefault="00EC47B5" w:rsidP="00C573FD">
      <w:pPr>
        <w:jc w:val="center"/>
        <w:rPr>
          <w:b/>
          <w:sz w:val="24"/>
          <w:szCs w:val="24"/>
        </w:rPr>
      </w:pPr>
      <w:r w:rsidRPr="00C573FD">
        <w:rPr>
          <w:b/>
          <w:sz w:val="24"/>
          <w:szCs w:val="24"/>
        </w:rPr>
        <w:t>DICHIARAZIONE SOSTITUTIVA DI CERTIFICAZIONE</w:t>
      </w:r>
    </w:p>
    <w:p w:rsidR="00EC47B5" w:rsidRDefault="00EC47B5" w:rsidP="00C573FD">
      <w:pPr>
        <w:jc w:val="center"/>
      </w:pPr>
      <w:r>
        <w:t>(art.46 DPR 445 del 2.12.2000)</w:t>
      </w:r>
    </w:p>
    <w:p w:rsidR="00EC47B5" w:rsidRDefault="00EC47B5"/>
    <w:p w:rsidR="00C573FD" w:rsidRDefault="00EC47B5">
      <w:r>
        <w:t>Il/</w:t>
      </w:r>
      <w:proofErr w:type="gramStart"/>
      <w:r>
        <w:t>la  sottoscritt</w:t>
      </w:r>
      <w:r w:rsidR="00C573FD">
        <w:t>o</w:t>
      </w:r>
      <w:proofErr w:type="gramEnd"/>
      <w:r w:rsidR="00C573FD">
        <w:t>/</w:t>
      </w:r>
      <w:r>
        <w:t>a  ____________________________________nato/a __________________</w:t>
      </w:r>
      <w:r w:rsidR="00C573FD">
        <w:t>__________</w:t>
      </w:r>
    </w:p>
    <w:p w:rsidR="00EC47B5" w:rsidRDefault="00EC47B5">
      <w:r>
        <w:t>il ____________</w:t>
      </w:r>
      <w:r w:rsidR="00C573FD">
        <w:t>_____________</w:t>
      </w:r>
    </w:p>
    <w:p w:rsidR="00EC47B5" w:rsidRDefault="00C573FD">
      <w:r>
        <w:t>r</w:t>
      </w:r>
      <w:r w:rsidR="00EC47B5">
        <w:t>esidente a _______________________</w:t>
      </w:r>
      <w:r>
        <w:t>_______</w:t>
      </w:r>
      <w:r w:rsidR="00EC47B5">
        <w:t>via _________________________</w:t>
      </w:r>
      <w:r>
        <w:t>_______</w:t>
      </w:r>
      <w:r w:rsidR="00EC47B5">
        <w:t>n. ___________</w:t>
      </w:r>
    </w:p>
    <w:p w:rsidR="00EC47B5" w:rsidRDefault="00C573FD" w:rsidP="00C573FD">
      <w:pPr>
        <w:jc w:val="both"/>
      </w:pPr>
      <w:r>
        <w:t>c</w:t>
      </w:r>
      <w:r w:rsidR="00EC47B5">
        <w:t xml:space="preserve">onsapevole che in caso di falsa </w:t>
      </w:r>
      <w:r>
        <w:t>dichiarazione</w:t>
      </w:r>
      <w:r w:rsidR="00EC47B5">
        <w:t xml:space="preserve"> verranno applicate le sanzioni previste dal codice penale e che, inoltre, la falsa dichiarazione comporta la decadenza dal beneficio ottenuto sulla base della dichiarazione non veritiera</w:t>
      </w:r>
    </w:p>
    <w:p w:rsidR="00EC47B5" w:rsidRPr="00C573FD" w:rsidRDefault="00EC47B5" w:rsidP="00C573FD">
      <w:pPr>
        <w:jc w:val="center"/>
        <w:rPr>
          <w:b/>
          <w:sz w:val="24"/>
          <w:szCs w:val="24"/>
        </w:rPr>
      </w:pPr>
      <w:r w:rsidRPr="00C573FD">
        <w:rPr>
          <w:b/>
          <w:sz w:val="24"/>
          <w:szCs w:val="24"/>
        </w:rPr>
        <w:t>D I C H I A R A</w:t>
      </w:r>
    </w:p>
    <w:p w:rsidR="00EC47B5" w:rsidRDefault="00EC47B5" w:rsidP="00EC47B5">
      <w:pPr>
        <w:pStyle w:val="Paragrafoelenco"/>
        <w:numPr>
          <w:ilvl w:val="0"/>
          <w:numId w:val="1"/>
        </w:numPr>
      </w:pPr>
      <w:r>
        <w:t>di essere nato/</w:t>
      </w:r>
      <w:proofErr w:type="gramStart"/>
      <w:r>
        <w:t>a  _</w:t>
      </w:r>
      <w:proofErr w:type="gramEnd"/>
      <w:r>
        <w:t>____________________________il ____________________________________</w:t>
      </w:r>
    </w:p>
    <w:p w:rsidR="00EC47B5" w:rsidRDefault="00EC47B5" w:rsidP="00EC47B5">
      <w:pPr>
        <w:pStyle w:val="Paragrafoelenco"/>
        <w:numPr>
          <w:ilvl w:val="0"/>
          <w:numId w:val="1"/>
        </w:numPr>
      </w:pPr>
      <w:r>
        <w:t>di essere residente in __________________________via __________________________________</w:t>
      </w:r>
    </w:p>
    <w:p w:rsidR="00EC47B5" w:rsidRDefault="00EC47B5" w:rsidP="00EC47B5">
      <w:pPr>
        <w:pStyle w:val="Paragrafoelenco"/>
        <w:numPr>
          <w:ilvl w:val="0"/>
          <w:numId w:val="1"/>
        </w:numPr>
      </w:pPr>
      <w:r>
        <w:t>di essere cittadino/a italiano/a secondo le risultanze del Comune di _________________________</w:t>
      </w:r>
    </w:p>
    <w:p w:rsidR="00EC7197" w:rsidRDefault="00EC47B5" w:rsidP="00EC47B5">
      <w:pPr>
        <w:pStyle w:val="Paragrafoelenco"/>
      </w:pPr>
      <w:r>
        <w:t>(</w:t>
      </w:r>
      <w:r w:rsidRPr="00C573FD">
        <w:rPr>
          <w:rFonts w:ascii="Comic Sans MS" w:hAnsi="Comic Sans MS"/>
          <w:sz w:val="20"/>
          <w:szCs w:val="20"/>
        </w:rPr>
        <w:t>per i residenti all’estero: se nati in Italia, indicare il Comune di nascita; se nati all’estero, precisare a quale titolo sono citta</w:t>
      </w:r>
      <w:r w:rsidR="00EC7197" w:rsidRPr="00C573FD">
        <w:rPr>
          <w:rFonts w:ascii="Comic Sans MS" w:hAnsi="Comic Sans MS"/>
          <w:sz w:val="20"/>
          <w:szCs w:val="20"/>
        </w:rPr>
        <w:t>dini italiani</w:t>
      </w:r>
      <w:r w:rsidR="00EC7197">
        <w:t>)</w:t>
      </w:r>
    </w:p>
    <w:p w:rsidR="00EC47B5" w:rsidRDefault="00EC7197" w:rsidP="00EC7197">
      <w:pPr>
        <w:pStyle w:val="Paragrafoelenco"/>
        <w:numPr>
          <w:ilvl w:val="0"/>
          <w:numId w:val="1"/>
        </w:numPr>
      </w:pPr>
      <w:r>
        <w:t>di godere dei diritti politici</w:t>
      </w:r>
    </w:p>
    <w:p w:rsidR="00EC7197" w:rsidRDefault="00EC7197" w:rsidP="00C573FD">
      <w:pPr>
        <w:pStyle w:val="Paragrafoelenco"/>
        <w:numPr>
          <w:ilvl w:val="0"/>
          <w:numId w:val="1"/>
        </w:numPr>
        <w:spacing w:after="0"/>
      </w:pPr>
      <w:r>
        <w:t xml:space="preserve">di essere _______________________ </w:t>
      </w:r>
    </w:p>
    <w:p w:rsidR="00EC7197" w:rsidRPr="00C573FD" w:rsidRDefault="00EC7197" w:rsidP="00C573FD">
      <w:pPr>
        <w:spacing w:after="0"/>
        <w:ind w:left="720"/>
        <w:rPr>
          <w:sz w:val="20"/>
          <w:szCs w:val="20"/>
        </w:rPr>
      </w:pPr>
      <w:r w:rsidRPr="00C573FD">
        <w:rPr>
          <w:sz w:val="20"/>
          <w:szCs w:val="20"/>
        </w:rPr>
        <w:t>(</w:t>
      </w:r>
      <w:r w:rsidRPr="00C573FD">
        <w:rPr>
          <w:rFonts w:ascii="Comic Sans MS" w:hAnsi="Comic Sans MS"/>
          <w:sz w:val="20"/>
          <w:szCs w:val="20"/>
        </w:rPr>
        <w:t>indicare lo stato civile: libero, coniugato/a con ___________________________)</w:t>
      </w:r>
    </w:p>
    <w:p w:rsidR="00EC7197" w:rsidRDefault="00EC7197" w:rsidP="00EC7197">
      <w:pPr>
        <w:pStyle w:val="Paragrafoelenco"/>
        <w:numPr>
          <w:ilvl w:val="0"/>
          <w:numId w:val="1"/>
        </w:numPr>
      </w:pPr>
      <w:r>
        <w:t>che la famiglia anagrafica si compone delle seguenti persone</w:t>
      </w:r>
    </w:p>
    <w:p w:rsidR="00EC7197" w:rsidRDefault="00EC7197" w:rsidP="00EC7197">
      <w:pPr>
        <w:ind w:left="720"/>
      </w:pPr>
      <w:r>
        <w:t>Cognome</w:t>
      </w:r>
      <w:r>
        <w:tab/>
        <w:t>Nome</w:t>
      </w:r>
      <w:r>
        <w:tab/>
      </w:r>
      <w:r>
        <w:tab/>
        <w:t>Luogo di nascita</w:t>
      </w:r>
      <w:r>
        <w:tab/>
        <w:t>data di nascita</w:t>
      </w:r>
      <w:r>
        <w:tab/>
        <w:t xml:space="preserve">   Rapporto di parentela</w:t>
      </w:r>
    </w:p>
    <w:p w:rsidR="00EC7197" w:rsidRDefault="00EC7197" w:rsidP="00EC7197">
      <w:pPr>
        <w:pStyle w:val="Paragrafoelenco"/>
        <w:numPr>
          <w:ilvl w:val="0"/>
          <w:numId w:val="4"/>
        </w:numPr>
      </w:pPr>
      <w:r>
        <w:t>_________________________________________________________________________________</w:t>
      </w:r>
    </w:p>
    <w:p w:rsidR="00EC7197" w:rsidRDefault="00EC7197" w:rsidP="00EC7197">
      <w:pPr>
        <w:pStyle w:val="Paragrafoelenco"/>
        <w:numPr>
          <w:ilvl w:val="0"/>
          <w:numId w:val="4"/>
        </w:numPr>
      </w:pPr>
      <w:r>
        <w:t>_________________________________________________________________________________</w:t>
      </w:r>
    </w:p>
    <w:p w:rsidR="00EC7197" w:rsidRDefault="00EC7197" w:rsidP="00EC7197">
      <w:pPr>
        <w:pStyle w:val="Paragrafoelenco"/>
        <w:numPr>
          <w:ilvl w:val="0"/>
          <w:numId w:val="4"/>
        </w:numPr>
      </w:pPr>
      <w:r>
        <w:t>_________________________________________________________________________________</w:t>
      </w:r>
    </w:p>
    <w:p w:rsidR="00EC7197" w:rsidRDefault="00EC7197" w:rsidP="00EC7197">
      <w:pPr>
        <w:pStyle w:val="Paragrafoelenco"/>
        <w:numPr>
          <w:ilvl w:val="0"/>
          <w:numId w:val="4"/>
        </w:numPr>
      </w:pPr>
      <w:r>
        <w:t>_________________________________________________________________________________</w:t>
      </w:r>
    </w:p>
    <w:p w:rsidR="00EC7197" w:rsidRDefault="00EC7197" w:rsidP="00EC7197">
      <w:pPr>
        <w:pStyle w:val="Paragrafoelenco"/>
        <w:numPr>
          <w:ilvl w:val="0"/>
          <w:numId w:val="4"/>
        </w:numPr>
      </w:pPr>
      <w:r>
        <w:t>_________________________________________________________________________________</w:t>
      </w:r>
    </w:p>
    <w:p w:rsidR="00EC7197" w:rsidRDefault="00EC7197" w:rsidP="00EC7197">
      <w:pPr>
        <w:pStyle w:val="Paragrafoelenco"/>
        <w:numPr>
          <w:ilvl w:val="0"/>
          <w:numId w:val="4"/>
        </w:numPr>
      </w:pPr>
      <w:r>
        <w:t>_________________________________________________________________________________</w:t>
      </w:r>
    </w:p>
    <w:p w:rsidR="00EC7197" w:rsidRDefault="00EC7197" w:rsidP="00C573FD">
      <w:pPr>
        <w:pStyle w:val="Paragrafoelenco"/>
        <w:numPr>
          <w:ilvl w:val="0"/>
          <w:numId w:val="1"/>
        </w:numPr>
        <w:spacing w:after="0"/>
      </w:pPr>
      <w:r>
        <w:t>di essere in possesso del seguente titolo di studio ________________________________________</w:t>
      </w:r>
    </w:p>
    <w:p w:rsidR="00EC7197" w:rsidRDefault="00EC7197" w:rsidP="00C573FD">
      <w:pPr>
        <w:spacing w:after="0"/>
        <w:ind w:left="708"/>
      </w:pPr>
      <w:r>
        <w:t>rilasciato da _______________________________________________________________________</w:t>
      </w:r>
    </w:p>
    <w:p w:rsidR="00EC7197" w:rsidRDefault="00EC7197" w:rsidP="00EC7197">
      <w:pPr>
        <w:pStyle w:val="Paragrafoelenco"/>
        <w:numPr>
          <w:ilvl w:val="0"/>
          <w:numId w:val="1"/>
        </w:numPr>
      </w:pPr>
      <w:r>
        <w:t>di essere in possesso del seguente codice fiscale _________________________________________</w:t>
      </w:r>
    </w:p>
    <w:p w:rsidR="00EC7197" w:rsidRDefault="00EC7197" w:rsidP="0066750F">
      <w:pPr>
        <w:pStyle w:val="Paragrafoelenco"/>
        <w:numPr>
          <w:ilvl w:val="0"/>
          <w:numId w:val="1"/>
        </w:numPr>
        <w:jc w:val="both"/>
      </w:pPr>
      <w:bookmarkStart w:id="0" w:name="_GoBack"/>
      <w:r>
        <w:t>di non aver riportato condanne penali e di non essere destinatario di provvedimenti che riguardano l’applicazione di misure di sicurezz</w:t>
      </w:r>
      <w:r w:rsidR="00397F99">
        <w:t>a e di misure di prevenzione, di decisioni civili e di provvedimento amministrativi iscritti nel casellario giudiziario ai sensi della vigente normativa</w:t>
      </w:r>
    </w:p>
    <w:bookmarkEnd w:id="0"/>
    <w:p w:rsidR="00397F99" w:rsidRDefault="00397F99" w:rsidP="00EC7197">
      <w:pPr>
        <w:pStyle w:val="Paragrafoelenco"/>
        <w:numPr>
          <w:ilvl w:val="0"/>
          <w:numId w:val="1"/>
        </w:numPr>
      </w:pPr>
      <w:r>
        <w:t>di non essere a conoscenza di essere sottoposto a procedimenti penali</w:t>
      </w:r>
    </w:p>
    <w:p w:rsidR="00397F99" w:rsidRDefault="00397F99" w:rsidP="00397F99"/>
    <w:p w:rsidR="00397F99" w:rsidRDefault="00397F99" w:rsidP="00397F99">
      <w:r>
        <w:t>Data, ___________________________                            il dichiarante ___________________________</w:t>
      </w:r>
    </w:p>
    <w:sectPr w:rsidR="00397F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0493"/>
    <w:multiLevelType w:val="hybridMultilevel"/>
    <w:tmpl w:val="3684F16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93032E"/>
    <w:multiLevelType w:val="hybridMultilevel"/>
    <w:tmpl w:val="DB0AC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31F75"/>
    <w:multiLevelType w:val="hybridMultilevel"/>
    <w:tmpl w:val="F962C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658B4"/>
    <w:multiLevelType w:val="hybridMultilevel"/>
    <w:tmpl w:val="628E4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5C"/>
    <w:rsid w:val="00346E5C"/>
    <w:rsid w:val="00397F99"/>
    <w:rsid w:val="0066750F"/>
    <w:rsid w:val="00777C23"/>
    <w:rsid w:val="00BA7299"/>
    <w:rsid w:val="00C573FD"/>
    <w:rsid w:val="00EC47B5"/>
    <w:rsid w:val="00EC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1868"/>
  <w15:chartTrackingRefBased/>
  <w15:docId w15:val="{E75842A8-CAD7-4F0B-81BC-84512F50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4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CA8848A8.dotm</Template>
  <TotalTime>31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Ferrara</dc:creator>
  <cp:keywords/>
  <dc:description/>
  <cp:lastModifiedBy>Gianna Ferrara</cp:lastModifiedBy>
  <cp:revision>4</cp:revision>
  <dcterms:created xsi:type="dcterms:W3CDTF">2020-08-27T07:12:00Z</dcterms:created>
  <dcterms:modified xsi:type="dcterms:W3CDTF">2020-08-27T07:42:00Z</dcterms:modified>
</cp:coreProperties>
</file>